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807698" w:rsidTr="00050DA7">
        <w:tc>
          <w:tcPr>
            <w:tcW w:w="4428" w:type="dxa"/>
          </w:tcPr>
          <w:p w:rsidR="000348ED" w:rsidRPr="00807698" w:rsidRDefault="005D05AC" w:rsidP="009401B1">
            <w:pPr>
              <w:tabs>
                <w:tab w:val="left" w:pos="851"/>
              </w:tabs>
            </w:pPr>
            <w:r w:rsidRPr="00807698">
              <w:t>From:</w:t>
            </w:r>
            <w:r w:rsidRPr="00807698">
              <w:tab/>
            </w:r>
            <w:r w:rsidR="009401B1" w:rsidRPr="00807698">
              <w:t>e-NAV</w:t>
            </w:r>
            <w:r w:rsidR="00CA04AF" w:rsidRPr="00807698">
              <w:t xml:space="preserve"> </w:t>
            </w:r>
            <w:r w:rsidRPr="00807698">
              <w:t>C</w:t>
            </w:r>
            <w:r w:rsidR="00050DA7" w:rsidRPr="00807698">
              <w:t>ommittee</w:t>
            </w:r>
          </w:p>
        </w:tc>
        <w:tc>
          <w:tcPr>
            <w:tcW w:w="5461" w:type="dxa"/>
          </w:tcPr>
          <w:p w:rsidR="000348ED" w:rsidRPr="00807698" w:rsidRDefault="009401B1" w:rsidP="005D05AC">
            <w:pPr>
              <w:jc w:val="right"/>
            </w:pPr>
            <w:r w:rsidRPr="00807698">
              <w:t>e-NAV10</w:t>
            </w:r>
            <w:r w:rsidR="005D05AC" w:rsidRPr="00807698">
              <w:t>/output/</w:t>
            </w:r>
            <w:r w:rsidR="00B72972" w:rsidRPr="00807698">
              <w:t>5</w:t>
            </w:r>
          </w:p>
        </w:tc>
      </w:tr>
      <w:tr w:rsidR="000348ED" w:rsidRPr="00807698" w:rsidTr="00050DA7">
        <w:tc>
          <w:tcPr>
            <w:tcW w:w="4428" w:type="dxa"/>
          </w:tcPr>
          <w:p w:rsidR="000348ED" w:rsidRPr="00807698" w:rsidRDefault="005D05AC" w:rsidP="009401B1">
            <w:pPr>
              <w:tabs>
                <w:tab w:val="left" w:pos="851"/>
              </w:tabs>
            </w:pPr>
            <w:r w:rsidRPr="00807698">
              <w:t>To:</w:t>
            </w:r>
            <w:r w:rsidRPr="00807698">
              <w:tab/>
            </w:r>
            <w:r w:rsidR="009401B1" w:rsidRPr="00807698">
              <w:t>ANM</w:t>
            </w:r>
            <w:r w:rsidR="00CA04AF" w:rsidRPr="00807698">
              <w:t xml:space="preserve"> </w:t>
            </w:r>
            <w:r w:rsidR="00902AA4" w:rsidRPr="00807698">
              <w:t>Committee</w:t>
            </w:r>
          </w:p>
        </w:tc>
        <w:tc>
          <w:tcPr>
            <w:tcW w:w="5461" w:type="dxa"/>
          </w:tcPr>
          <w:p w:rsidR="000348ED" w:rsidRPr="00807698" w:rsidRDefault="009401B1" w:rsidP="009401B1">
            <w:pPr>
              <w:jc w:val="right"/>
            </w:pPr>
            <w:r w:rsidRPr="00807698">
              <w:t>30</w:t>
            </w:r>
            <w:r w:rsidR="005D05AC" w:rsidRPr="00807698">
              <w:t xml:space="preserve"> </w:t>
            </w:r>
            <w:r w:rsidRPr="00807698">
              <w:t>September</w:t>
            </w:r>
            <w:r w:rsidR="005D05AC" w:rsidRPr="00807698">
              <w:t xml:space="preserve"> 20</w:t>
            </w:r>
            <w:r w:rsidR="001A654A" w:rsidRPr="00807698">
              <w:t>1</w:t>
            </w:r>
            <w:r w:rsidRPr="00807698">
              <w:t>1</w:t>
            </w:r>
          </w:p>
        </w:tc>
      </w:tr>
    </w:tbl>
    <w:p w:rsidR="000348ED" w:rsidRPr="00807698" w:rsidRDefault="005D05AC" w:rsidP="005D05AC">
      <w:pPr>
        <w:pStyle w:val="Title"/>
        <w:spacing w:before="480" w:after="120"/>
      </w:pPr>
      <w:r w:rsidRPr="00807698">
        <w:t>Liaison Note</w:t>
      </w:r>
    </w:p>
    <w:p w:rsidR="000348ED" w:rsidRPr="00807698" w:rsidRDefault="009401B1" w:rsidP="005D05AC">
      <w:pPr>
        <w:pStyle w:val="Title"/>
        <w:spacing w:after="120"/>
      </w:pPr>
      <w:r w:rsidRPr="00807698">
        <w:t>Use of AIS for Marking of Man-Made Offshore Structures</w:t>
      </w:r>
    </w:p>
    <w:p w:rsidR="009401B1" w:rsidRPr="00807698" w:rsidRDefault="00785312" w:rsidP="00785312">
      <w:pPr>
        <w:pStyle w:val="Heading1"/>
        <w:rPr>
          <w:lang w:val="en-GB"/>
        </w:rPr>
      </w:pPr>
      <w:r w:rsidRPr="00807698">
        <w:rPr>
          <w:lang w:val="en-GB"/>
        </w:rPr>
        <w:t>OBSERVATIONS</w:t>
      </w:r>
    </w:p>
    <w:p w:rsidR="009401B1" w:rsidRPr="00807698" w:rsidRDefault="009401B1" w:rsidP="009401B1">
      <w:pPr>
        <w:pStyle w:val="BodyText"/>
      </w:pPr>
      <w:r w:rsidRPr="00807698">
        <w:t xml:space="preserve">The e-Navigation Committee wishes to draw to the attention of the ANM Committee the following points concerning IALA guidance on the marking of man-made offshore structures </w:t>
      </w:r>
    </w:p>
    <w:p w:rsidR="009401B1" w:rsidRPr="00807698" w:rsidRDefault="009401B1" w:rsidP="009401B1">
      <w:pPr>
        <w:pStyle w:val="List1"/>
        <w:rPr>
          <w:lang w:val="en-GB"/>
        </w:rPr>
      </w:pPr>
      <w:r w:rsidRPr="00807698">
        <w:rPr>
          <w:lang w:val="en-GB"/>
        </w:rPr>
        <w:t>IALA Recommendation O-139 provides comprehensive and clear guidance for the visual marking of Man-Made Offshore Structures (MMOS).</w:t>
      </w:r>
    </w:p>
    <w:p w:rsidR="009401B1" w:rsidRPr="00807698" w:rsidRDefault="009401B1" w:rsidP="009401B1">
      <w:pPr>
        <w:pStyle w:val="List1"/>
        <w:rPr>
          <w:lang w:val="en-GB"/>
        </w:rPr>
      </w:pPr>
      <w:r w:rsidRPr="00807698">
        <w:rPr>
          <w:lang w:val="en-GB"/>
        </w:rPr>
        <w:t>O-139 appears to be less clear and consistent on the use of other radio AtoN for additional marking:</w:t>
      </w:r>
    </w:p>
    <w:p w:rsidR="009401B1" w:rsidRPr="00807698" w:rsidRDefault="009401B1" w:rsidP="009401B1">
      <w:pPr>
        <w:pStyle w:val="List1indent1"/>
        <w:rPr>
          <w:lang w:val="en-GB"/>
        </w:rPr>
      </w:pPr>
      <w:r w:rsidRPr="00807698">
        <w:rPr>
          <w:lang w:val="en-GB"/>
        </w:rPr>
        <w:t>For MMOS in general, clause 2.1.4 mentions the possible use of:</w:t>
      </w:r>
    </w:p>
    <w:p w:rsidR="009401B1" w:rsidRPr="00807698" w:rsidRDefault="009401B1" w:rsidP="00785312">
      <w:pPr>
        <w:pStyle w:val="List1indent2"/>
      </w:pPr>
      <w:r w:rsidRPr="00807698">
        <w:t>Maritime radio beacon;</w:t>
      </w:r>
    </w:p>
    <w:p w:rsidR="009401B1" w:rsidRPr="00807698" w:rsidRDefault="009401B1" w:rsidP="009401B1">
      <w:pPr>
        <w:pStyle w:val="List1indent2"/>
        <w:rPr>
          <w:lang w:val="en-GB"/>
        </w:rPr>
      </w:pPr>
      <w:r w:rsidRPr="00807698">
        <w:rPr>
          <w:lang w:val="en-GB"/>
        </w:rPr>
        <w:t>Radar b</w:t>
      </w:r>
      <w:r w:rsidR="00807698">
        <w:rPr>
          <w:lang w:val="en-GB"/>
        </w:rPr>
        <w:t>e</w:t>
      </w:r>
      <w:r w:rsidRPr="00807698">
        <w:rPr>
          <w:lang w:val="en-GB"/>
        </w:rPr>
        <w:t>acon;</w:t>
      </w:r>
    </w:p>
    <w:p w:rsidR="009401B1" w:rsidRPr="00807698" w:rsidRDefault="00807698" w:rsidP="00807698">
      <w:pPr>
        <w:pStyle w:val="List1indent2"/>
        <w:numPr>
          <w:ilvl w:val="0"/>
          <w:numId w:val="0"/>
        </w:numPr>
        <w:ind w:left="1134"/>
        <w:rPr>
          <w:lang w:val="en-GB"/>
        </w:rPr>
      </w:pPr>
      <w:r>
        <w:rPr>
          <w:lang w:val="en-GB"/>
        </w:rPr>
        <w:t>T</w:t>
      </w:r>
      <w:r w:rsidR="009401B1" w:rsidRPr="00807698">
        <w:rPr>
          <w:lang w:val="en-GB"/>
        </w:rPr>
        <w:t>here is no mention of AIS.</w:t>
      </w:r>
    </w:p>
    <w:p w:rsidR="009401B1" w:rsidRPr="00807698" w:rsidRDefault="009401B1" w:rsidP="009401B1">
      <w:pPr>
        <w:pStyle w:val="List1indent1"/>
        <w:rPr>
          <w:lang w:val="en-GB"/>
        </w:rPr>
      </w:pPr>
      <w:r w:rsidRPr="00807698">
        <w:rPr>
          <w:lang w:val="en-GB"/>
        </w:rPr>
        <w:t>For offshore wind farms, clause 2.3.3.1 mentions:</w:t>
      </w:r>
    </w:p>
    <w:p w:rsidR="009401B1" w:rsidRPr="00807698" w:rsidRDefault="009401B1" w:rsidP="009401B1">
      <w:pPr>
        <w:pStyle w:val="List1indent2"/>
        <w:rPr>
          <w:lang w:val="en-GB"/>
        </w:rPr>
      </w:pPr>
      <w:r w:rsidRPr="00807698">
        <w:rPr>
          <w:lang w:val="en-GB"/>
        </w:rPr>
        <w:t>Racons;</w:t>
      </w:r>
    </w:p>
    <w:p w:rsidR="009401B1" w:rsidRPr="00807698" w:rsidRDefault="009401B1" w:rsidP="009401B1">
      <w:pPr>
        <w:pStyle w:val="List1indent2"/>
        <w:rPr>
          <w:lang w:val="en-GB"/>
        </w:rPr>
      </w:pPr>
      <w:r w:rsidRPr="00807698">
        <w:rPr>
          <w:lang w:val="en-GB"/>
        </w:rPr>
        <w:t>Radar reflectors and Radar Target Enhancers;</w:t>
      </w:r>
    </w:p>
    <w:p w:rsidR="009401B1" w:rsidRPr="00807698" w:rsidRDefault="009401B1" w:rsidP="009401B1">
      <w:pPr>
        <w:pStyle w:val="List1indent2"/>
        <w:rPr>
          <w:lang w:val="en-GB"/>
        </w:rPr>
      </w:pPr>
      <w:r w:rsidRPr="00807698">
        <w:rPr>
          <w:lang w:val="en-GB"/>
        </w:rPr>
        <w:t>AIS as an AtoN.</w:t>
      </w:r>
    </w:p>
    <w:p w:rsidR="009401B1" w:rsidRPr="00807698" w:rsidRDefault="009401B1" w:rsidP="009401B1">
      <w:pPr>
        <w:pStyle w:val="List1indent1"/>
        <w:rPr>
          <w:lang w:val="en-GB"/>
        </w:rPr>
      </w:pPr>
      <w:r w:rsidRPr="00807698">
        <w:rPr>
          <w:lang w:val="en-GB"/>
        </w:rPr>
        <w:t>Clause 2.3.2 concerning marking of individual wind energy structures makes no mention of the additional AtoN noted in clause 2.3.3.1.</w:t>
      </w:r>
    </w:p>
    <w:p w:rsidR="009401B1" w:rsidRPr="00807698" w:rsidRDefault="009401B1" w:rsidP="009401B1">
      <w:pPr>
        <w:pStyle w:val="List1"/>
        <w:rPr>
          <w:lang w:val="en-GB"/>
        </w:rPr>
      </w:pPr>
      <w:r w:rsidRPr="00807698">
        <w:rPr>
          <w:lang w:val="en-GB"/>
        </w:rPr>
        <w:t>Recommendation A-126 indicates the use of AIS AtoN for marking of MMOS in clauses 4.9 and 4.10</w:t>
      </w:r>
    </w:p>
    <w:p w:rsidR="009401B1" w:rsidRPr="00807698" w:rsidRDefault="00785312" w:rsidP="009401B1">
      <w:pPr>
        <w:pStyle w:val="Heading1"/>
        <w:rPr>
          <w:lang w:val="en-GB"/>
        </w:rPr>
      </w:pPr>
      <w:r w:rsidRPr="00807698">
        <w:rPr>
          <w:lang w:val="en-GB"/>
        </w:rPr>
        <w:t>RECOMMENDATIONS</w:t>
      </w:r>
    </w:p>
    <w:p w:rsidR="009401B1" w:rsidRPr="00807698" w:rsidRDefault="009401B1" w:rsidP="009401B1">
      <w:pPr>
        <w:pStyle w:val="BodyText"/>
      </w:pPr>
      <w:r w:rsidRPr="00807698">
        <w:t>The e-Navigation Committee wishes to suggest to the ANM Committee that:</w:t>
      </w:r>
    </w:p>
    <w:p w:rsidR="009401B1" w:rsidRPr="00807698" w:rsidRDefault="009401B1" w:rsidP="009401B1">
      <w:pPr>
        <w:pStyle w:val="List1"/>
        <w:numPr>
          <w:ilvl w:val="0"/>
          <w:numId w:val="24"/>
        </w:numPr>
        <w:rPr>
          <w:lang w:val="en-GB"/>
        </w:rPr>
      </w:pPr>
      <w:r w:rsidRPr="00807698">
        <w:rPr>
          <w:lang w:val="en-GB"/>
        </w:rPr>
        <w:t>The use of maritime radio beacons for marking of MMOS is no longer appropriate.</w:t>
      </w:r>
    </w:p>
    <w:p w:rsidR="009401B1" w:rsidRPr="00807698" w:rsidRDefault="009401B1" w:rsidP="009401B1">
      <w:pPr>
        <w:pStyle w:val="List1"/>
        <w:rPr>
          <w:lang w:val="en-GB"/>
        </w:rPr>
      </w:pPr>
      <w:r w:rsidRPr="00807698">
        <w:rPr>
          <w:lang w:val="en-GB"/>
        </w:rPr>
        <w:t>The guidance within O-139 on the use of AIS for marking MMOS could be made more general and more consistent.</w:t>
      </w:r>
    </w:p>
    <w:p w:rsidR="009401B1" w:rsidRPr="00807698" w:rsidRDefault="00785312" w:rsidP="009401B1">
      <w:pPr>
        <w:pStyle w:val="Heading1"/>
        <w:rPr>
          <w:lang w:val="en-GB"/>
        </w:rPr>
      </w:pPr>
      <w:r w:rsidRPr="00807698">
        <w:rPr>
          <w:lang w:val="en-GB"/>
        </w:rPr>
        <w:t>ADDITIONAL INFORMATION</w:t>
      </w:r>
    </w:p>
    <w:p w:rsidR="009401B1" w:rsidRPr="00807698" w:rsidRDefault="009401B1" w:rsidP="009401B1">
      <w:pPr>
        <w:pStyle w:val="BodyText"/>
      </w:pPr>
      <w:r w:rsidRPr="00807698">
        <w:t>An informal poll of a small number of European lighthouses services showed that presently there are different views on the best use of AIS AtoN for marking</w:t>
      </w:r>
      <w:r w:rsidR="00807698">
        <w:t xml:space="preserve"> of MNOS.  There seems to be a </w:t>
      </w:r>
      <w:r w:rsidRPr="00807698">
        <w:t>need for further guidance from IALA.</w:t>
      </w:r>
    </w:p>
    <w:p w:rsidR="00FF5256" w:rsidRPr="00807698" w:rsidRDefault="00807698" w:rsidP="009401B1">
      <w:pPr>
        <w:pStyle w:val="BodyText"/>
      </w:pPr>
      <w:r>
        <w:t>I</w:t>
      </w:r>
      <w:r w:rsidR="00FF5256" w:rsidRPr="00807698">
        <w:t xml:space="preserve">t is noted that IMO NAV is currently undertaking an evaluation of policy matters and portrayal related to the use of AIS AtoN </w:t>
      </w:r>
      <w:r w:rsidR="00785312">
        <w:t>through a Correspondence Group.</w:t>
      </w:r>
    </w:p>
    <w:p w:rsidR="009F5C36" w:rsidRPr="00807698" w:rsidRDefault="00785312" w:rsidP="009401B1">
      <w:pPr>
        <w:pStyle w:val="Heading1"/>
        <w:rPr>
          <w:lang w:val="en-GB"/>
        </w:rPr>
      </w:pPr>
      <w:bookmarkStart w:id="0" w:name="_GoBack"/>
      <w:r w:rsidRPr="00807698">
        <w:rPr>
          <w:lang w:val="en-GB"/>
        </w:rPr>
        <w:lastRenderedPageBreak/>
        <w:t>ACTION REQUESTED</w:t>
      </w:r>
      <w:bookmarkEnd w:id="0"/>
    </w:p>
    <w:p w:rsidR="005D05AC" w:rsidRPr="00807698" w:rsidRDefault="009401B1" w:rsidP="00FF5256">
      <w:pPr>
        <w:pStyle w:val="BodyText"/>
      </w:pPr>
      <w:r w:rsidRPr="00807698">
        <w:t>The ANM C</w:t>
      </w:r>
      <w:r w:rsidR="00902AA4" w:rsidRPr="00807698">
        <w:t>ommittee is requested to</w:t>
      </w:r>
      <w:r w:rsidR="00FF5256" w:rsidRPr="00807698">
        <w:t xml:space="preserve"> n</w:t>
      </w:r>
      <w:r w:rsidR="0046662C" w:rsidRPr="00807698">
        <w:t>ote the information</w:t>
      </w:r>
      <w:r w:rsidR="00FF5256" w:rsidRPr="00807698">
        <w:t xml:space="preserve"> above and consider it when the</w:t>
      </w:r>
      <w:r w:rsidR="0046662C" w:rsidRPr="00807698">
        <w:t xml:space="preserve"> relevant documents are updated</w:t>
      </w:r>
      <w:r w:rsidR="00807698">
        <w:t xml:space="preserve"> </w:t>
      </w:r>
      <w:r w:rsidR="0046662C" w:rsidRPr="00807698">
        <w:t>/</w:t>
      </w:r>
      <w:r w:rsidR="00807698">
        <w:t xml:space="preserve"> </w:t>
      </w:r>
      <w:r w:rsidR="0046662C" w:rsidRPr="00807698">
        <w:t>replaced.</w:t>
      </w:r>
    </w:p>
    <w:sectPr w:rsidR="005D05AC" w:rsidRPr="00807698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B7F" w:rsidRDefault="001C5B7F" w:rsidP="00002906">
      <w:r>
        <w:separator/>
      </w:r>
    </w:p>
  </w:endnote>
  <w:endnote w:type="continuationSeparator" w:id="0">
    <w:p w:rsidR="001C5B7F" w:rsidRDefault="001C5B7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85312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B7F" w:rsidRDefault="001C5B7F" w:rsidP="00002906">
      <w:r>
        <w:separator/>
      </w:r>
    </w:p>
  </w:footnote>
  <w:footnote w:type="continuationSeparator" w:id="0">
    <w:p w:rsidR="001C5B7F" w:rsidRDefault="001C5B7F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1A080B8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Saved" w:val="True"/>
  </w:docVars>
  <w:rsids>
    <w:rsidRoot w:val="009401B1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5B7F"/>
    <w:rsid w:val="001C74CF"/>
    <w:rsid w:val="002D24D7"/>
    <w:rsid w:val="003D55DD"/>
    <w:rsid w:val="003E1831"/>
    <w:rsid w:val="00424954"/>
    <w:rsid w:val="0046662C"/>
    <w:rsid w:val="004C1386"/>
    <w:rsid w:val="004C220D"/>
    <w:rsid w:val="005D05AC"/>
    <w:rsid w:val="00630F7F"/>
    <w:rsid w:val="0064435F"/>
    <w:rsid w:val="006D470F"/>
    <w:rsid w:val="00727E88"/>
    <w:rsid w:val="00775878"/>
    <w:rsid w:val="00785312"/>
    <w:rsid w:val="0080092C"/>
    <w:rsid w:val="00807698"/>
    <w:rsid w:val="00852CF8"/>
    <w:rsid w:val="00872453"/>
    <w:rsid w:val="008F13DD"/>
    <w:rsid w:val="00902AA4"/>
    <w:rsid w:val="009401B1"/>
    <w:rsid w:val="009659BD"/>
    <w:rsid w:val="009C78D9"/>
    <w:rsid w:val="009F3B6C"/>
    <w:rsid w:val="009F5C36"/>
    <w:rsid w:val="00A27F12"/>
    <w:rsid w:val="00A30579"/>
    <w:rsid w:val="00AA76C0"/>
    <w:rsid w:val="00AD3744"/>
    <w:rsid w:val="00AD673D"/>
    <w:rsid w:val="00B077EC"/>
    <w:rsid w:val="00B15B24"/>
    <w:rsid w:val="00B72972"/>
    <w:rsid w:val="00B8247E"/>
    <w:rsid w:val="00CA04AF"/>
    <w:rsid w:val="00E93C9B"/>
    <w:rsid w:val="00EE3F2F"/>
    <w:rsid w:val="00F36271"/>
    <w:rsid w:val="00F73F78"/>
    <w:rsid w:val="00FA5842"/>
    <w:rsid w:val="00FA6769"/>
    <w:rsid w:val="00FD03CA"/>
    <w:rsid w:val="00FF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adley\Documents\A_Work\IALA\Committees\Administration%20-%20Committee%20File\Template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rev3.dotx</Template>
  <TotalTime>25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5</cp:revision>
  <cp:lastPrinted>2006-10-19T10:49:00Z</cp:lastPrinted>
  <dcterms:created xsi:type="dcterms:W3CDTF">2011-09-29T08:51:00Z</dcterms:created>
  <dcterms:modified xsi:type="dcterms:W3CDTF">2011-09-30T06:40:00Z</dcterms:modified>
</cp:coreProperties>
</file>